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0AC" w:rsidRDefault="003F30AC" w:rsidP="00C81892">
      <w:pPr>
        <w:jc w:val="center"/>
        <w:rPr>
          <w:rFonts w:ascii="Cambria" w:hAnsi="Cambria" w:cs="Cambria"/>
          <w:b/>
          <w:bCs/>
          <w:sz w:val="96"/>
          <w:szCs w:val="96"/>
          <w:u w:val="single"/>
        </w:rPr>
      </w:pPr>
      <w:r w:rsidRPr="00C81892">
        <w:rPr>
          <w:rFonts w:ascii="Cambria" w:hAnsi="Cambria" w:cs="Cambria"/>
          <w:b/>
          <w:bCs/>
          <w:sz w:val="96"/>
          <w:szCs w:val="96"/>
          <w:u w:val="single"/>
        </w:rPr>
        <w:t>Vánoce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Dnes už jsou Vánoce, každý je má rád.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Zima je, chumelenice, bílou peřinou pokrytý sad.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K večeři se usadíme, k židli se zamkneme jako klíč. Jen než se nadějeme, už je pryč.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Stromeček ustrojíme, pověsíme kouličky.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Vánočně se naladíme a už slyším rolničky.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Potom všichni k oknu běží, naši hýří vtipem.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Ježíšek prý zrovna letí, támhle nad tím bytem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Dárky se pak pokocháme, tenhle večer byl super moc.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 xml:space="preserve">Do postele se zachumláme, no tak dobrou noc.  </w:t>
      </w: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</w:p>
    <w:p w:rsidR="003F30AC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  <w:r>
        <w:rPr>
          <w:rFonts w:ascii="Cambria" w:hAnsi="Cambria" w:cs="Cambria"/>
          <w:b/>
          <w:bCs/>
          <w:sz w:val="40"/>
          <w:szCs w:val="40"/>
        </w:rPr>
        <w:t>Eva Chrůmová5.B</w:t>
      </w:r>
      <w:bookmarkStart w:id="0" w:name="_GoBack"/>
      <w:bookmarkEnd w:id="0"/>
    </w:p>
    <w:p w:rsidR="003F30AC" w:rsidRPr="00C81892" w:rsidRDefault="003F30AC" w:rsidP="00C81892">
      <w:pPr>
        <w:rPr>
          <w:rFonts w:ascii="Cambria" w:hAnsi="Cambria" w:cs="Cambria"/>
          <w:b/>
          <w:bCs/>
          <w:sz w:val="40"/>
          <w:szCs w:val="40"/>
        </w:rPr>
      </w:pPr>
    </w:p>
    <w:p w:rsidR="003F30AC" w:rsidRPr="00C81892" w:rsidRDefault="003F30AC" w:rsidP="00C81892">
      <w:pPr>
        <w:rPr>
          <w:rFonts w:ascii="Cambria" w:hAnsi="Cambria" w:cs="Cambria"/>
          <w:b/>
          <w:bCs/>
          <w:sz w:val="96"/>
          <w:szCs w:val="96"/>
        </w:rPr>
      </w:pPr>
    </w:p>
    <w:sectPr w:rsidR="003F30AC" w:rsidRPr="00C81892" w:rsidSect="00376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892"/>
    <w:rsid w:val="00376643"/>
    <w:rsid w:val="003F30AC"/>
    <w:rsid w:val="00451F02"/>
    <w:rsid w:val="005C47A1"/>
    <w:rsid w:val="00706B35"/>
    <w:rsid w:val="00A47C46"/>
    <w:rsid w:val="00C81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64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68</Words>
  <Characters>406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Vánoce</dc:title>
  <dc:subject/>
  <dc:creator>A Devátá</dc:creator>
  <cp:keywords/>
  <dc:description/>
  <cp:lastModifiedBy>svaskova</cp:lastModifiedBy>
  <cp:revision>2</cp:revision>
  <dcterms:created xsi:type="dcterms:W3CDTF">2015-12-10T12:15:00Z</dcterms:created>
  <dcterms:modified xsi:type="dcterms:W3CDTF">2015-12-10T12:15:00Z</dcterms:modified>
</cp:coreProperties>
</file>