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B0" w:rsidRPr="003D2087" w:rsidRDefault="009532B0" w:rsidP="00735995">
      <w:pPr>
        <w:jc w:val="both"/>
        <w:outlineLvl w:val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 w:rsidRPr="003D2087">
        <w:rPr>
          <w:rFonts w:ascii="Times New Roman" w:hAnsi="Times New Roman"/>
          <w:sz w:val="40"/>
          <w:szCs w:val="40"/>
        </w:rPr>
        <w:t>Strom</w:t>
      </w:r>
    </w:p>
    <w:p w:rsidR="009532B0" w:rsidRPr="003D2087" w:rsidRDefault="009532B0" w:rsidP="003D2087">
      <w:pPr>
        <w:jc w:val="both"/>
        <w:rPr>
          <w:rFonts w:ascii="Times New Roman" w:hAnsi="Times New Roman"/>
          <w:sz w:val="36"/>
          <w:szCs w:val="36"/>
        </w:rPr>
      </w:pPr>
      <w:r w:rsidRPr="003D2087">
        <w:rPr>
          <w:rFonts w:ascii="Times New Roman" w:hAnsi="Times New Roman"/>
          <w:sz w:val="36"/>
          <w:szCs w:val="36"/>
        </w:rPr>
        <w:t xml:space="preserve">Jsem strom, vyrostl jsem v lese, do velikosti, která odpovídá tomu, abych mohl být pokácen. Tím můj život nekončí. </w:t>
      </w:r>
    </w:p>
    <w:p w:rsidR="009532B0" w:rsidRPr="003D2087" w:rsidRDefault="009532B0" w:rsidP="003D2087">
      <w:pPr>
        <w:jc w:val="both"/>
        <w:rPr>
          <w:rFonts w:ascii="Times New Roman" w:hAnsi="Times New Roman"/>
          <w:sz w:val="36"/>
          <w:szCs w:val="36"/>
        </w:rPr>
      </w:pPr>
      <w:r w:rsidRPr="003D2087">
        <w:rPr>
          <w:rFonts w:ascii="Times New Roman" w:hAnsi="Times New Roman"/>
          <w:sz w:val="36"/>
          <w:szCs w:val="36"/>
        </w:rPr>
        <w:t>Do této doby  jsem lidem a zvířatům sloužil tím, že jsem jim svou silou stromu „dával“ čistý vzduch.</w:t>
      </w:r>
    </w:p>
    <w:p w:rsidR="009532B0" w:rsidRPr="003D2087" w:rsidRDefault="009532B0" w:rsidP="003D2087">
      <w:pPr>
        <w:jc w:val="both"/>
        <w:rPr>
          <w:rFonts w:ascii="Times New Roman" w:hAnsi="Times New Roman"/>
          <w:sz w:val="36"/>
          <w:szCs w:val="36"/>
        </w:rPr>
      </w:pPr>
      <w:r w:rsidRPr="003D2087">
        <w:rPr>
          <w:rFonts w:ascii="Times New Roman" w:hAnsi="Times New Roman"/>
          <w:sz w:val="36"/>
          <w:szCs w:val="36"/>
        </w:rPr>
        <w:t>Poté, co mne pokáceli, odvezli mou hlavní část - kmen - na zpracování. Co ze mě bude? Palivo, nábytek nebo papír?</w:t>
      </w:r>
      <w:r w:rsidRPr="00735995">
        <w:rPr>
          <w:rFonts w:ascii="Times New Roman" w:hAnsi="Times New Roman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261pt">
            <v:imagedata r:id="rId4" o:title=""/>
          </v:shape>
        </w:pict>
      </w:r>
      <w:r w:rsidRPr="003D2087">
        <w:rPr>
          <w:rFonts w:ascii="Times New Roman" w:hAnsi="Times New Roman"/>
          <w:sz w:val="36"/>
          <w:szCs w:val="36"/>
        </w:rPr>
        <w:t xml:space="preserve"> Vyhrál papír, jsem školní sešit. Jednoho dne si mě koupil kluk, který chodí do 8. A.</w:t>
      </w:r>
    </w:p>
    <w:p w:rsidR="009532B0" w:rsidRPr="003D2087" w:rsidRDefault="009532B0" w:rsidP="003D2087">
      <w:pPr>
        <w:jc w:val="both"/>
        <w:rPr>
          <w:rFonts w:ascii="Times New Roman" w:hAnsi="Times New Roman"/>
          <w:sz w:val="36"/>
          <w:szCs w:val="36"/>
        </w:rPr>
      </w:pPr>
      <w:r w:rsidRPr="003D2087">
        <w:rPr>
          <w:rFonts w:ascii="Times New Roman" w:hAnsi="Times New Roman"/>
          <w:sz w:val="36"/>
          <w:szCs w:val="36"/>
        </w:rPr>
        <w:t>Jsem sešit, do kterého si zapisuje zápisky z přírodopisu. Věřím, že neskončím v ohni, ale až dosloužím, skončím ve sběru. A to znamená, že budu recyklovaný. Třeba ze mě bude knížka pro děti o tom, jak chránit přírodu kolem nás a jak chránit  nás - STROMY.</w:t>
      </w:r>
    </w:p>
    <w:p w:rsidR="009532B0" w:rsidRPr="003D2087" w:rsidRDefault="009532B0" w:rsidP="003D2087">
      <w:pPr>
        <w:jc w:val="both"/>
        <w:rPr>
          <w:rFonts w:ascii="Times New Roman" w:hAnsi="Times New Roman"/>
          <w:sz w:val="36"/>
          <w:szCs w:val="36"/>
        </w:rPr>
      </w:pPr>
      <w:r w:rsidRPr="003D2087">
        <w:rPr>
          <w:rFonts w:ascii="Times New Roman" w:hAnsi="Times New Roman"/>
          <w:sz w:val="36"/>
          <w:szCs w:val="36"/>
        </w:rPr>
        <w:t>Autor: Přemysl Jezdínský, 8.A</w:t>
      </w:r>
    </w:p>
    <w:sectPr w:rsidR="009532B0" w:rsidRPr="003D2087" w:rsidSect="00405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A62"/>
    <w:rsid w:val="001839FC"/>
    <w:rsid w:val="003B44BE"/>
    <w:rsid w:val="003D2087"/>
    <w:rsid w:val="003E2FFF"/>
    <w:rsid w:val="00405F9D"/>
    <w:rsid w:val="00705F71"/>
    <w:rsid w:val="00735995"/>
    <w:rsid w:val="009532B0"/>
    <w:rsid w:val="00C24546"/>
    <w:rsid w:val="00E17A62"/>
    <w:rsid w:val="00E50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F9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7359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6863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103</Words>
  <Characters>611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Stanson</dc:creator>
  <cp:keywords/>
  <dc:description/>
  <cp:lastModifiedBy>Spitalska</cp:lastModifiedBy>
  <cp:revision>4</cp:revision>
  <dcterms:created xsi:type="dcterms:W3CDTF">2015-11-25T16:13:00Z</dcterms:created>
  <dcterms:modified xsi:type="dcterms:W3CDTF">2015-12-08T12:29:00Z</dcterms:modified>
</cp:coreProperties>
</file>